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C6E" w:rsidRPr="00413C6E" w:rsidRDefault="004D47EF" w:rsidP="00413C6E">
      <w:pPr>
        <w:ind w:firstLine="720"/>
        <w:jc w:val="both"/>
        <w:rPr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6B4B0198" wp14:editId="3789149D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1152525"/>
                <wp:effectExtent l="0" t="0" r="635" b="9525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1152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1286" w:rsidRDefault="008A1286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32EC5" w:rsidRDefault="00C32EC5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32EC5" w:rsidRDefault="00C32EC5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35F18" w:rsidRPr="00B92BBC" w:rsidRDefault="00413C6E" w:rsidP="00413C6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13C6E">
                              <w:rPr>
                                <w:sz w:val="28"/>
                                <w:szCs w:val="28"/>
                              </w:rPr>
                              <w:t>Об установлении публичного сервитута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90.7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" filled="f" stroked="f">
                <v:textbox inset="0,0,0,0">
                  <w:txbxContent>
                    <w:p w:rsidR="008A1286" w:rsidRDefault="008A1286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C32EC5" w:rsidRDefault="00C32EC5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C32EC5" w:rsidRDefault="00C32EC5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35F18" w:rsidRPr="00B92BBC" w:rsidRDefault="00413C6E" w:rsidP="00413C6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413C6E">
                        <w:rPr>
                          <w:sz w:val="28"/>
                          <w:szCs w:val="28"/>
                        </w:rPr>
                        <w:t>Об установлении публичного сервитута</w:t>
                      </w:r>
                      <w:bookmarkEnd w:id="1"/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20E89032" wp14:editId="14F09ABE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6D6D36EC" wp14:editId="11E0FC04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413C6E">
                              <w:rPr>
                                <w:sz w:val="24"/>
                                <w:u w:val="single"/>
                              </w:rPr>
                              <w:t>21</w:t>
                            </w:r>
                            <w:r w:rsidR="00725595">
                              <w:rPr>
                                <w:sz w:val="24"/>
                                <w:u w:val="single"/>
                              </w:rPr>
                              <w:t>.08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162D4">
                              <w:rPr>
                                <w:sz w:val="24"/>
                                <w:u w:val="single"/>
                              </w:rPr>
                              <w:t>23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413C6E">
                              <w:rPr>
                                <w:sz w:val="24"/>
                                <w:u w:val="single"/>
                              </w:rPr>
                              <w:t>1644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413C6E">
                        <w:rPr>
                          <w:sz w:val="24"/>
                          <w:u w:val="single"/>
                        </w:rPr>
                        <w:t>21</w:t>
                      </w:r>
                      <w:r w:rsidR="00725595">
                        <w:rPr>
                          <w:sz w:val="24"/>
                          <w:u w:val="single"/>
                        </w:rPr>
                        <w:t>.08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162D4">
                        <w:rPr>
                          <w:sz w:val="24"/>
                          <w:u w:val="single"/>
                        </w:rPr>
                        <w:t>23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413C6E">
                        <w:rPr>
                          <w:sz w:val="24"/>
                          <w:u w:val="single"/>
                        </w:rPr>
                        <w:t>1644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413C6E" w:rsidRPr="00413C6E">
        <w:rPr>
          <w:sz w:val="28"/>
          <w:szCs w:val="28"/>
        </w:rPr>
        <w:t>На основании ходатайства об установлении публичного сервитута Общества с ограниченной ответственностью «Газпром газораспределение Томск» (ИНН 7017203428, ОГРН 1087017002533, адрес: Российская Федерация, г. Томск, проспект Фрунзе, д. 170а), в целях  строительства и эксплуатации линейного объекта системы газоснабжения: «Газопровод к нежилому помещению, расположенному относительно ориентира в границах участка; почтовый адрес ориентира: Новосибирская область, г. Искитим, мр. Индустриальный, 29Б (код объекта Н-ТП/И-32), в соответствии со статьей 23, главой V.7 Земельного кодекса Российской Федерации, администрация города Искитима</w:t>
      </w:r>
    </w:p>
    <w:p w:rsidR="00413C6E" w:rsidRPr="00413C6E" w:rsidRDefault="00413C6E" w:rsidP="00413C6E">
      <w:pPr>
        <w:ind w:firstLine="720"/>
        <w:jc w:val="both"/>
        <w:rPr>
          <w:sz w:val="28"/>
          <w:szCs w:val="28"/>
        </w:rPr>
      </w:pPr>
      <w:r w:rsidRPr="00413C6E">
        <w:rPr>
          <w:sz w:val="28"/>
          <w:szCs w:val="28"/>
        </w:rPr>
        <w:t xml:space="preserve"> </w:t>
      </w:r>
    </w:p>
    <w:p w:rsidR="00413C6E" w:rsidRDefault="00413C6E" w:rsidP="00413C6E">
      <w:pPr>
        <w:ind w:firstLine="720"/>
        <w:jc w:val="both"/>
        <w:rPr>
          <w:sz w:val="28"/>
          <w:szCs w:val="28"/>
        </w:rPr>
      </w:pPr>
      <w:r w:rsidRPr="00413C6E">
        <w:rPr>
          <w:sz w:val="28"/>
          <w:szCs w:val="28"/>
        </w:rPr>
        <w:t>ПОСТАНОВЛЯЕТ:</w:t>
      </w:r>
    </w:p>
    <w:p w:rsidR="00413C6E" w:rsidRPr="00413C6E" w:rsidRDefault="00413C6E" w:rsidP="00413C6E">
      <w:pPr>
        <w:ind w:firstLine="720"/>
        <w:jc w:val="both"/>
        <w:rPr>
          <w:sz w:val="28"/>
          <w:szCs w:val="28"/>
        </w:rPr>
      </w:pPr>
    </w:p>
    <w:p w:rsidR="00413C6E" w:rsidRPr="00413C6E" w:rsidRDefault="00413C6E" w:rsidP="00413C6E">
      <w:pPr>
        <w:ind w:firstLine="720"/>
        <w:jc w:val="both"/>
        <w:rPr>
          <w:sz w:val="28"/>
          <w:szCs w:val="28"/>
        </w:rPr>
      </w:pPr>
      <w:r w:rsidRPr="00413C6E">
        <w:rPr>
          <w:sz w:val="28"/>
          <w:szCs w:val="28"/>
        </w:rPr>
        <w:t>1.</w:t>
      </w:r>
      <w:r w:rsidRPr="00413C6E">
        <w:rPr>
          <w:sz w:val="28"/>
          <w:szCs w:val="28"/>
        </w:rPr>
        <w:tab/>
        <w:t>Установить публичный сервитут в отношении:</w:t>
      </w:r>
    </w:p>
    <w:p w:rsidR="00413C6E" w:rsidRPr="00413C6E" w:rsidRDefault="00413C6E" w:rsidP="00413C6E">
      <w:pPr>
        <w:ind w:firstLine="720"/>
        <w:jc w:val="both"/>
        <w:rPr>
          <w:sz w:val="28"/>
          <w:szCs w:val="28"/>
        </w:rPr>
      </w:pPr>
      <w:r w:rsidRPr="00413C6E">
        <w:rPr>
          <w:sz w:val="28"/>
          <w:szCs w:val="28"/>
        </w:rPr>
        <w:t>1.1. Земель кадастрового квартала 54:33:060102, государственная собственность на которые не разграничена, площадью 9 кв.м.</w:t>
      </w:r>
    </w:p>
    <w:p w:rsidR="00413C6E" w:rsidRPr="00413C6E" w:rsidRDefault="00413C6E" w:rsidP="00413C6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Земель </w:t>
      </w:r>
      <w:r w:rsidRPr="00413C6E">
        <w:rPr>
          <w:sz w:val="28"/>
          <w:szCs w:val="28"/>
        </w:rPr>
        <w:t>кадастрового квартала 54:33:060103, государственная собственность на которые не разграничена, площадью  27 кв.м.</w:t>
      </w:r>
    </w:p>
    <w:p w:rsidR="00413C6E" w:rsidRPr="00413C6E" w:rsidRDefault="00413C6E" w:rsidP="00413C6E">
      <w:pPr>
        <w:ind w:firstLine="720"/>
        <w:jc w:val="both"/>
        <w:rPr>
          <w:sz w:val="28"/>
          <w:szCs w:val="28"/>
        </w:rPr>
      </w:pPr>
      <w:r w:rsidRPr="00413C6E">
        <w:rPr>
          <w:sz w:val="28"/>
          <w:szCs w:val="28"/>
        </w:rPr>
        <w:t>1.3.</w:t>
      </w:r>
      <w:r>
        <w:rPr>
          <w:sz w:val="28"/>
          <w:szCs w:val="28"/>
        </w:rPr>
        <w:t xml:space="preserve"> Части </w:t>
      </w:r>
      <w:r w:rsidRPr="00413C6E">
        <w:rPr>
          <w:sz w:val="28"/>
          <w:szCs w:val="28"/>
        </w:rPr>
        <w:t>земельного участка, с кадастровым номером 54:33:060103:9, площадью 11 кв.м, с местоположением: обл. Новосибирская, г. Искитим, мкр. Индустриальный, 29Б, вид разрешенного использования: Для эксплуатации капитальных сооружений, категория земель: земли населенных пунктов.</w:t>
      </w:r>
    </w:p>
    <w:p w:rsidR="00413C6E" w:rsidRPr="00413C6E" w:rsidRDefault="00413C6E" w:rsidP="00413C6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Части </w:t>
      </w:r>
      <w:r w:rsidRPr="00413C6E">
        <w:rPr>
          <w:sz w:val="28"/>
          <w:szCs w:val="28"/>
        </w:rPr>
        <w:t xml:space="preserve">земельного участка, с кадастровым номером 54:33:000000:557, площадью 1319 кв.м, с местоположением: Новосибирская область, г Искитим, ул Линейная, </w:t>
      </w:r>
      <w:r>
        <w:rPr>
          <w:sz w:val="28"/>
          <w:szCs w:val="28"/>
        </w:rPr>
        <w:t>вид разрешенного использования:</w:t>
      </w:r>
      <w:r w:rsidRPr="00413C6E">
        <w:rPr>
          <w:sz w:val="28"/>
          <w:szCs w:val="28"/>
        </w:rPr>
        <w:t xml:space="preserve"> Земельные участки </w:t>
      </w:r>
      <w:r w:rsidRPr="00413C6E">
        <w:rPr>
          <w:sz w:val="28"/>
          <w:szCs w:val="28"/>
        </w:rPr>
        <w:lastRenderedPageBreak/>
        <w:t>(территории) общего пользования, улица Линейная, категория земель: земли населенных пунктов.</w:t>
      </w:r>
    </w:p>
    <w:p w:rsidR="00413C6E" w:rsidRPr="00413C6E" w:rsidRDefault="00413C6E" w:rsidP="00413C6E">
      <w:pPr>
        <w:ind w:firstLine="720"/>
        <w:jc w:val="both"/>
        <w:rPr>
          <w:sz w:val="28"/>
          <w:szCs w:val="28"/>
        </w:rPr>
      </w:pPr>
      <w:r w:rsidRPr="00413C6E">
        <w:rPr>
          <w:sz w:val="28"/>
          <w:szCs w:val="28"/>
        </w:rPr>
        <w:t>1.5. Части  земельного участка, с кадастровым номером  54:33:000000:1486, площадью  5 кв.м, с местоположением:  Новосибирская область, г Искитим, мкр Индустриальный, вид разрешенного использования: «Земельные участки (территории) общего пользования», категория земель: земли населенных пунктов.</w:t>
      </w:r>
    </w:p>
    <w:p w:rsidR="00413C6E" w:rsidRPr="00413C6E" w:rsidRDefault="00413C6E" w:rsidP="00413C6E">
      <w:pPr>
        <w:ind w:firstLine="720"/>
        <w:jc w:val="both"/>
        <w:rPr>
          <w:sz w:val="28"/>
          <w:szCs w:val="28"/>
        </w:rPr>
      </w:pPr>
      <w:r w:rsidRPr="00413C6E">
        <w:rPr>
          <w:sz w:val="28"/>
          <w:szCs w:val="28"/>
        </w:rPr>
        <w:t>1.6. Части  земельного участка, с кадастровым номером 54:33:060209:5, площадью 9 кв.м, с местоположением: Местоположение установлено относительно ориентира, расположенного в границах участка. Почтовый адрес ориентира: обл. Новосибирская, г. Искитим, ул. Чапаева, 1А, вид разрешенного использования:  Для строительства многоэтажного многоквартирного жилого дома, категория земель: земли населенных пунктов.</w:t>
      </w:r>
    </w:p>
    <w:p w:rsidR="00413C6E" w:rsidRPr="00413C6E" w:rsidRDefault="00413C6E" w:rsidP="00413C6E">
      <w:pPr>
        <w:ind w:firstLine="720"/>
        <w:jc w:val="both"/>
        <w:rPr>
          <w:sz w:val="28"/>
          <w:szCs w:val="28"/>
        </w:rPr>
      </w:pPr>
      <w:r w:rsidRPr="00413C6E">
        <w:rPr>
          <w:sz w:val="28"/>
          <w:szCs w:val="28"/>
        </w:rPr>
        <w:t>1.7. Части  земельного участка, с кадастровым номером 54:33:000000:230, площадью 1 кв.м, с местоположением: Новосибирская область, г Искитим, вид разрешенного использования:  для размещения и использования по назначению "Газопровод высокого давления г. Искитим - п. Чернореченский - с. Лебедевка Искитимского района Новосибирской области", категория земель: земли населенных пунктов.</w:t>
      </w:r>
    </w:p>
    <w:p w:rsidR="00413C6E" w:rsidRPr="00413C6E" w:rsidRDefault="00413C6E" w:rsidP="00413C6E">
      <w:pPr>
        <w:ind w:firstLine="720"/>
        <w:jc w:val="both"/>
        <w:rPr>
          <w:sz w:val="28"/>
          <w:szCs w:val="28"/>
        </w:rPr>
      </w:pPr>
      <w:r w:rsidRPr="00413C6E">
        <w:rPr>
          <w:sz w:val="28"/>
          <w:szCs w:val="28"/>
        </w:rPr>
        <w:t>2.</w:t>
      </w:r>
      <w:r w:rsidRPr="00413C6E">
        <w:rPr>
          <w:sz w:val="28"/>
          <w:szCs w:val="28"/>
        </w:rPr>
        <w:tab/>
        <w:t>Лицо, в отношении которого принято решение об установлении публичного сервитута (обладатель публичного сервитута): Общество с ограниченной ответственностью «Газпром газораспределение Томск» (ИНН 7017203428, ОГРН 1087017002533, адрес: Российская Федерация, г. Томск, проспект Фрунзе, д. 170а).</w:t>
      </w:r>
    </w:p>
    <w:p w:rsidR="00413C6E" w:rsidRPr="00413C6E" w:rsidRDefault="00413C6E" w:rsidP="00413C6E">
      <w:pPr>
        <w:ind w:firstLine="720"/>
        <w:jc w:val="both"/>
        <w:rPr>
          <w:sz w:val="28"/>
          <w:szCs w:val="28"/>
        </w:rPr>
      </w:pPr>
      <w:r w:rsidRPr="00413C6E">
        <w:rPr>
          <w:sz w:val="28"/>
          <w:szCs w:val="28"/>
        </w:rPr>
        <w:t>3.</w:t>
      </w:r>
      <w:r w:rsidRPr="00413C6E">
        <w:rPr>
          <w:sz w:val="28"/>
          <w:szCs w:val="28"/>
        </w:rPr>
        <w:tab/>
        <w:t>Публичный сервитут устанавливается на 49 лет.</w:t>
      </w:r>
    </w:p>
    <w:p w:rsidR="00413C6E" w:rsidRPr="00413C6E" w:rsidRDefault="00413C6E" w:rsidP="00413C6E">
      <w:pPr>
        <w:ind w:firstLine="720"/>
        <w:jc w:val="both"/>
        <w:rPr>
          <w:sz w:val="28"/>
          <w:szCs w:val="28"/>
        </w:rPr>
      </w:pPr>
      <w:r w:rsidRPr="00413C6E">
        <w:rPr>
          <w:sz w:val="28"/>
          <w:szCs w:val="28"/>
        </w:rPr>
        <w:t>4.</w:t>
      </w:r>
      <w:r w:rsidRPr="00413C6E">
        <w:rPr>
          <w:sz w:val="28"/>
          <w:szCs w:val="28"/>
        </w:rPr>
        <w:tab/>
        <w:t>Срок, в течение которого использование части земельных участков, указанных в пункте 1 настоящего постановления в соответствии с их разрешенным использованием будет затруднительно в связи с осуществлением   сервитута – не установлен.</w:t>
      </w:r>
    </w:p>
    <w:p w:rsidR="00413C6E" w:rsidRPr="00413C6E" w:rsidRDefault="00413C6E" w:rsidP="00413C6E">
      <w:pPr>
        <w:ind w:firstLine="720"/>
        <w:jc w:val="both"/>
        <w:rPr>
          <w:sz w:val="28"/>
          <w:szCs w:val="28"/>
        </w:rPr>
      </w:pPr>
      <w:r w:rsidRPr="00413C6E">
        <w:rPr>
          <w:sz w:val="28"/>
          <w:szCs w:val="28"/>
        </w:rPr>
        <w:t>5.</w:t>
      </w:r>
      <w:r w:rsidRPr="00413C6E">
        <w:rPr>
          <w:sz w:val="28"/>
          <w:szCs w:val="28"/>
        </w:rPr>
        <w:tab/>
        <w:t>Порядок установления зон с особыми условиями использования территорий и содержание ограничений прав на земельные участки в границах таких зон установлен в соответствии с Правилами охраны газораспределительных  сетей, утвержденными постановлением Правительства Российской  Федерации  от 20.11.2000 № 878.</w:t>
      </w:r>
    </w:p>
    <w:p w:rsidR="00413C6E" w:rsidRPr="00413C6E" w:rsidRDefault="00413C6E" w:rsidP="00413C6E">
      <w:pPr>
        <w:ind w:firstLine="720"/>
        <w:jc w:val="both"/>
        <w:rPr>
          <w:sz w:val="28"/>
          <w:szCs w:val="28"/>
        </w:rPr>
      </w:pPr>
      <w:r w:rsidRPr="00413C6E">
        <w:rPr>
          <w:sz w:val="28"/>
          <w:szCs w:val="28"/>
        </w:rPr>
        <w:t>6.</w:t>
      </w:r>
      <w:r w:rsidRPr="00413C6E">
        <w:rPr>
          <w:sz w:val="28"/>
          <w:szCs w:val="28"/>
        </w:rPr>
        <w:tab/>
        <w:t>Размер платы за земли, государственная собственность на которые не разграничена, расположенные в г. Искитиме Новосибирской области в кадастровых кварталах 54:33:060102, 54:33:060103,  общей площадью 36 кв.м, за весь срок действия публичного сервитута составляет 92,26 рублей (36 (S) x 523,02 (СУКС)x 0,01% x 49 лет).</w:t>
      </w:r>
    </w:p>
    <w:p w:rsidR="00413C6E" w:rsidRPr="00413C6E" w:rsidRDefault="00413C6E" w:rsidP="00413C6E">
      <w:pPr>
        <w:ind w:firstLine="720"/>
        <w:jc w:val="both"/>
        <w:rPr>
          <w:sz w:val="28"/>
          <w:szCs w:val="28"/>
        </w:rPr>
      </w:pPr>
      <w:r w:rsidRPr="00413C6E">
        <w:rPr>
          <w:sz w:val="28"/>
          <w:szCs w:val="28"/>
        </w:rPr>
        <w:t>Где СУКС – средний уровень кадастровой стоимости земельных участков по городскому округу города Искитима Новосибирской области, утвержденный Приказом департамента имущества и земельных отношений от 20.10.2022 № 3017.</w:t>
      </w:r>
    </w:p>
    <w:p w:rsidR="00413C6E" w:rsidRPr="00413C6E" w:rsidRDefault="00413C6E" w:rsidP="00413C6E">
      <w:pPr>
        <w:ind w:firstLine="720"/>
        <w:jc w:val="both"/>
        <w:rPr>
          <w:sz w:val="28"/>
          <w:szCs w:val="28"/>
        </w:rPr>
      </w:pPr>
      <w:r w:rsidRPr="00413C6E">
        <w:rPr>
          <w:sz w:val="28"/>
          <w:szCs w:val="28"/>
        </w:rPr>
        <w:t>S – площадь земли в установленных границах публичного сервитута.</w:t>
      </w:r>
    </w:p>
    <w:p w:rsidR="00413C6E" w:rsidRPr="00413C6E" w:rsidRDefault="00413C6E" w:rsidP="00413C6E">
      <w:pPr>
        <w:ind w:firstLine="720"/>
        <w:jc w:val="both"/>
        <w:rPr>
          <w:sz w:val="28"/>
          <w:szCs w:val="28"/>
        </w:rPr>
      </w:pPr>
    </w:p>
    <w:p w:rsidR="00413C6E" w:rsidRPr="00413C6E" w:rsidRDefault="00413C6E" w:rsidP="00413C6E">
      <w:pPr>
        <w:ind w:firstLine="720"/>
        <w:jc w:val="both"/>
        <w:rPr>
          <w:sz w:val="28"/>
          <w:szCs w:val="28"/>
        </w:rPr>
      </w:pPr>
      <w:r w:rsidRPr="00413C6E">
        <w:rPr>
          <w:sz w:val="28"/>
          <w:szCs w:val="28"/>
        </w:rPr>
        <w:lastRenderedPageBreak/>
        <w:t>6.1. Обладатель публичного сервитута обязан внести плату за публичный сервитут, установленный в отношении земель государственная собственность на которые не разграничена, единовременным платежом не позднее  шести месяцев со дня принятия настоящего постановления по следующим реквизитам:</w:t>
      </w:r>
    </w:p>
    <w:p w:rsidR="00413C6E" w:rsidRPr="00413C6E" w:rsidRDefault="00413C6E" w:rsidP="00413C6E">
      <w:pPr>
        <w:ind w:firstLine="720"/>
        <w:jc w:val="both"/>
        <w:rPr>
          <w:sz w:val="28"/>
          <w:szCs w:val="28"/>
        </w:rPr>
      </w:pPr>
      <w:r w:rsidRPr="00413C6E">
        <w:rPr>
          <w:sz w:val="28"/>
          <w:szCs w:val="28"/>
        </w:rPr>
        <w:t xml:space="preserve">Путём перечисления в УФК по Новосибирской области (Администрация г. Искитима,  л/с 04513004330) Сибирское ГУ Банка России// УФК по Новосибирской области, г. Новосибирск, ИНН 5446112631 КПП544601001,  </w:t>
      </w:r>
    </w:p>
    <w:p w:rsidR="00413C6E" w:rsidRPr="00413C6E" w:rsidRDefault="00413C6E" w:rsidP="00413C6E">
      <w:pPr>
        <w:ind w:firstLine="720"/>
        <w:jc w:val="both"/>
        <w:rPr>
          <w:sz w:val="28"/>
          <w:szCs w:val="28"/>
        </w:rPr>
      </w:pPr>
      <w:r w:rsidRPr="00413C6E">
        <w:rPr>
          <w:sz w:val="28"/>
          <w:szCs w:val="28"/>
        </w:rPr>
        <w:t>Номер казначейского счета: 03100643000000015100</w:t>
      </w:r>
    </w:p>
    <w:p w:rsidR="00413C6E" w:rsidRPr="00413C6E" w:rsidRDefault="00413C6E" w:rsidP="00413C6E">
      <w:pPr>
        <w:ind w:firstLine="720"/>
        <w:jc w:val="both"/>
        <w:rPr>
          <w:sz w:val="28"/>
          <w:szCs w:val="28"/>
        </w:rPr>
      </w:pPr>
      <w:r w:rsidRPr="00413C6E">
        <w:rPr>
          <w:sz w:val="28"/>
          <w:szCs w:val="28"/>
        </w:rPr>
        <w:t xml:space="preserve">Номер единого казначейского счета:  40102810445370000043 </w:t>
      </w:r>
    </w:p>
    <w:p w:rsidR="00413C6E" w:rsidRPr="00413C6E" w:rsidRDefault="00413C6E" w:rsidP="00413C6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БИК </w:t>
      </w:r>
      <w:r w:rsidRPr="00413C6E">
        <w:rPr>
          <w:sz w:val="28"/>
          <w:szCs w:val="28"/>
        </w:rPr>
        <w:t xml:space="preserve">015004950 </w:t>
      </w:r>
    </w:p>
    <w:p w:rsidR="00413C6E" w:rsidRPr="00413C6E" w:rsidRDefault="00413C6E" w:rsidP="00413C6E">
      <w:pPr>
        <w:ind w:firstLine="720"/>
        <w:jc w:val="both"/>
        <w:rPr>
          <w:sz w:val="28"/>
          <w:szCs w:val="28"/>
        </w:rPr>
      </w:pPr>
      <w:r w:rsidRPr="00413C6E">
        <w:rPr>
          <w:sz w:val="28"/>
          <w:szCs w:val="28"/>
        </w:rPr>
        <w:t xml:space="preserve">В назначении платежа указывать: </w:t>
      </w:r>
    </w:p>
    <w:p w:rsidR="00413C6E" w:rsidRPr="00413C6E" w:rsidRDefault="00413C6E" w:rsidP="00413C6E">
      <w:pPr>
        <w:ind w:firstLine="720"/>
        <w:jc w:val="both"/>
        <w:rPr>
          <w:sz w:val="28"/>
          <w:szCs w:val="28"/>
        </w:rPr>
      </w:pPr>
      <w:r w:rsidRPr="00413C6E">
        <w:rPr>
          <w:sz w:val="28"/>
          <w:szCs w:val="28"/>
        </w:rPr>
        <w:t>Код бюджетной классификации: 720 1 11 05410 04 0000 120,   ОКТМО 50712000.</w:t>
      </w:r>
    </w:p>
    <w:p w:rsidR="00413C6E" w:rsidRPr="00413C6E" w:rsidRDefault="00413C6E" w:rsidP="00413C6E">
      <w:pPr>
        <w:ind w:firstLine="720"/>
        <w:jc w:val="both"/>
        <w:rPr>
          <w:sz w:val="28"/>
          <w:szCs w:val="28"/>
        </w:rPr>
      </w:pPr>
      <w:r w:rsidRPr="00413C6E">
        <w:rPr>
          <w:sz w:val="28"/>
          <w:szCs w:val="28"/>
        </w:rPr>
        <w:t>7.</w:t>
      </w:r>
      <w:r w:rsidRPr="00413C6E">
        <w:rPr>
          <w:sz w:val="28"/>
          <w:szCs w:val="28"/>
        </w:rPr>
        <w:tab/>
        <w:t>Обладателю публичного сервитута заключить с правообладателями земельных участков соглашения об установлении публичного сервитута.</w:t>
      </w:r>
    </w:p>
    <w:p w:rsidR="00413C6E" w:rsidRPr="00413C6E" w:rsidRDefault="00413C6E" w:rsidP="00413C6E">
      <w:pPr>
        <w:ind w:firstLine="720"/>
        <w:jc w:val="both"/>
        <w:rPr>
          <w:sz w:val="28"/>
          <w:szCs w:val="28"/>
        </w:rPr>
      </w:pPr>
      <w:r w:rsidRPr="00413C6E">
        <w:rPr>
          <w:sz w:val="28"/>
          <w:szCs w:val="28"/>
        </w:rPr>
        <w:t>Плата за публичный сервитут в отношении земельных участков, находящихся в частной собственности или находящихся в государственной или муниципальной собственности и предоставленных гражданам или юридическим лицам, определяется в соответствии с Федеральным законом «Об оценочной деятельности в Российской Федерации» и методическими рекомендациями, утверждаемыми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земельных отношений.</w:t>
      </w:r>
    </w:p>
    <w:p w:rsidR="00413C6E" w:rsidRPr="00413C6E" w:rsidRDefault="00413C6E" w:rsidP="00413C6E">
      <w:pPr>
        <w:ind w:firstLine="720"/>
        <w:jc w:val="both"/>
        <w:rPr>
          <w:sz w:val="28"/>
          <w:szCs w:val="28"/>
        </w:rPr>
      </w:pPr>
      <w:r w:rsidRPr="00413C6E">
        <w:rPr>
          <w:sz w:val="28"/>
          <w:szCs w:val="28"/>
        </w:rPr>
        <w:t>Плата за публичный сервитут вносится правообладателю земельного участка, с которым заключено соглашение об осуществлении публичного сервитута, или в депозит нотариуса в случаях, предусмотренных пунктами 11 и 13 статьи 39.47 Земельного кодекса Российской Федерации. Плата за публичный сервитут вносится в депозит нотариуса единовременным платежом.</w:t>
      </w:r>
    </w:p>
    <w:p w:rsidR="00413C6E" w:rsidRPr="00413C6E" w:rsidRDefault="00413C6E" w:rsidP="00413C6E">
      <w:pPr>
        <w:ind w:firstLine="720"/>
        <w:jc w:val="both"/>
        <w:rPr>
          <w:sz w:val="28"/>
          <w:szCs w:val="28"/>
        </w:rPr>
      </w:pPr>
      <w:r w:rsidRPr="00413C6E">
        <w:rPr>
          <w:sz w:val="28"/>
          <w:szCs w:val="28"/>
        </w:rPr>
        <w:t>8.</w:t>
      </w:r>
      <w:r w:rsidRPr="00413C6E">
        <w:rPr>
          <w:sz w:val="28"/>
          <w:szCs w:val="28"/>
        </w:rPr>
        <w:tab/>
        <w:t>Обладатель публичного сервитута обяз</w:t>
      </w:r>
      <w:r>
        <w:rPr>
          <w:sz w:val="28"/>
          <w:szCs w:val="28"/>
        </w:rPr>
        <w:t xml:space="preserve">ан привести земельные участки, </w:t>
      </w:r>
      <w:r w:rsidRPr="00413C6E">
        <w:rPr>
          <w:sz w:val="28"/>
          <w:szCs w:val="28"/>
        </w:rPr>
        <w:t>указанные в пункте 1 настоящего постановления,  в состояние, пригодное для его использования в соответствии с разрешенным  использованием, в срок не позднее чем 3 (три) месяца после завершения на земельных участках деятельности, для осуществления которой установлен публичный сервитут.</w:t>
      </w:r>
    </w:p>
    <w:p w:rsidR="00413C6E" w:rsidRPr="00413C6E" w:rsidRDefault="00413C6E" w:rsidP="00413C6E">
      <w:pPr>
        <w:ind w:firstLine="720"/>
        <w:jc w:val="both"/>
        <w:rPr>
          <w:sz w:val="28"/>
          <w:szCs w:val="28"/>
        </w:rPr>
      </w:pPr>
      <w:r w:rsidRPr="00413C6E">
        <w:rPr>
          <w:sz w:val="28"/>
          <w:szCs w:val="28"/>
        </w:rPr>
        <w:t>9.</w:t>
      </w:r>
      <w:r w:rsidRPr="00413C6E">
        <w:rPr>
          <w:sz w:val="28"/>
          <w:szCs w:val="28"/>
        </w:rPr>
        <w:tab/>
        <w:t xml:space="preserve"> Утвердить границы публичного сервитута, согласно прилагаемому описанию местоположения границ публичного сервитута.</w:t>
      </w:r>
    </w:p>
    <w:p w:rsidR="00413C6E" w:rsidRPr="00413C6E" w:rsidRDefault="00413C6E" w:rsidP="00413C6E">
      <w:pPr>
        <w:ind w:firstLine="720"/>
        <w:jc w:val="both"/>
        <w:rPr>
          <w:sz w:val="28"/>
          <w:szCs w:val="28"/>
        </w:rPr>
      </w:pPr>
      <w:r w:rsidRPr="00413C6E">
        <w:rPr>
          <w:sz w:val="28"/>
          <w:szCs w:val="28"/>
        </w:rPr>
        <w:t>10.</w:t>
      </w:r>
      <w:r w:rsidRPr="00413C6E">
        <w:rPr>
          <w:sz w:val="28"/>
          <w:szCs w:val="28"/>
        </w:rPr>
        <w:tab/>
        <w:t xml:space="preserve"> Публичный сервитут считается установленным со дня внесения сведений  о нем в Единый государственный реестр недвижимости.</w:t>
      </w:r>
    </w:p>
    <w:p w:rsidR="00413C6E" w:rsidRPr="00413C6E" w:rsidRDefault="00413C6E" w:rsidP="00413C6E">
      <w:pPr>
        <w:ind w:firstLine="720"/>
        <w:jc w:val="both"/>
        <w:rPr>
          <w:sz w:val="28"/>
          <w:szCs w:val="28"/>
        </w:rPr>
      </w:pPr>
      <w:r w:rsidRPr="00413C6E">
        <w:rPr>
          <w:sz w:val="28"/>
          <w:szCs w:val="28"/>
        </w:rPr>
        <w:t>11.</w:t>
      </w:r>
      <w:r w:rsidRPr="00413C6E">
        <w:rPr>
          <w:sz w:val="28"/>
          <w:szCs w:val="28"/>
        </w:rPr>
        <w:tab/>
        <w:t>Управлению делами администрации горда Искитима Новосибирской области (Смирнова О.А.) в течен</w:t>
      </w:r>
      <w:r>
        <w:rPr>
          <w:sz w:val="28"/>
          <w:szCs w:val="28"/>
        </w:rPr>
        <w:t>ие 5 (пяти) рабочих дней со дня</w:t>
      </w:r>
      <w:r w:rsidRPr="00413C6E">
        <w:rPr>
          <w:sz w:val="28"/>
          <w:szCs w:val="28"/>
        </w:rPr>
        <w:t xml:space="preserve"> принятия разместить настоящее постановление на официальном сайте администрации г. Искитим Новосибирской области www.iskitim.nso.ru.</w:t>
      </w:r>
    </w:p>
    <w:p w:rsidR="00413C6E" w:rsidRPr="00413C6E" w:rsidRDefault="00413C6E" w:rsidP="00413C6E">
      <w:pPr>
        <w:ind w:firstLine="720"/>
        <w:jc w:val="both"/>
        <w:rPr>
          <w:sz w:val="28"/>
          <w:szCs w:val="28"/>
        </w:rPr>
      </w:pPr>
      <w:r w:rsidRPr="00413C6E">
        <w:rPr>
          <w:sz w:val="28"/>
          <w:szCs w:val="28"/>
        </w:rPr>
        <w:t>12.</w:t>
      </w:r>
      <w:r w:rsidRPr="00413C6E">
        <w:rPr>
          <w:sz w:val="28"/>
          <w:szCs w:val="28"/>
        </w:rPr>
        <w:tab/>
        <w:t xml:space="preserve">Управлению имущества и земельных отношений администрации </w:t>
      </w:r>
      <w:r>
        <w:rPr>
          <w:sz w:val="28"/>
          <w:szCs w:val="28"/>
        </w:rPr>
        <w:t>города Искитима (Сергиенко Л.А.</w:t>
      </w:r>
      <w:r w:rsidRPr="00413C6E">
        <w:rPr>
          <w:sz w:val="28"/>
          <w:szCs w:val="28"/>
        </w:rPr>
        <w:t>) направить копию настоящего постановления в орган регистрации прав.</w:t>
      </w:r>
    </w:p>
    <w:p w:rsidR="00524A44" w:rsidRDefault="00413C6E" w:rsidP="00413C6E">
      <w:pPr>
        <w:ind w:firstLine="720"/>
        <w:jc w:val="both"/>
        <w:rPr>
          <w:sz w:val="28"/>
        </w:rPr>
      </w:pPr>
      <w:r w:rsidRPr="00413C6E">
        <w:rPr>
          <w:sz w:val="28"/>
          <w:szCs w:val="28"/>
        </w:rPr>
        <w:lastRenderedPageBreak/>
        <w:t>13.</w:t>
      </w:r>
      <w:r w:rsidRPr="00413C6E">
        <w:rPr>
          <w:sz w:val="28"/>
          <w:szCs w:val="28"/>
        </w:rPr>
        <w:tab/>
        <w:t>Контроль за исполнением данного постановления возложить на з</w:t>
      </w:r>
      <w:r>
        <w:rPr>
          <w:sz w:val="28"/>
          <w:szCs w:val="28"/>
        </w:rPr>
        <w:t xml:space="preserve">аместителя главы администрации </w:t>
      </w:r>
      <w:r w:rsidRPr="00413C6E">
        <w:rPr>
          <w:sz w:val="28"/>
          <w:szCs w:val="28"/>
        </w:rPr>
        <w:t>Ружаковскую Т.В.</w:t>
      </w:r>
    </w:p>
    <w:p w:rsidR="00725595" w:rsidRDefault="00725595" w:rsidP="008A1286">
      <w:pPr>
        <w:pStyle w:val="ConsPlusNormal"/>
        <w:ind w:firstLine="540"/>
        <w:jc w:val="both"/>
        <w:rPr>
          <w:sz w:val="28"/>
        </w:rPr>
      </w:pPr>
    </w:p>
    <w:p w:rsidR="00413C6E" w:rsidRPr="001670E9" w:rsidRDefault="00413C6E" w:rsidP="008A1286">
      <w:pPr>
        <w:pStyle w:val="ConsPlusNormal"/>
        <w:ind w:firstLine="540"/>
        <w:jc w:val="both"/>
        <w:rPr>
          <w:sz w:val="28"/>
        </w:rPr>
      </w:pPr>
    </w:p>
    <w:p w:rsidR="00356674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С.В.Завражин  </w:t>
      </w:r>
    </w:p>
    <w:sectPr w:rsidR="00356674" w:rsidSect="008727DC">
      <w:pgSz w:w="11906" w:h="16838" w:code="9"/>
      <w:pgMar w:top="1134" w:right="567" w:bottom="851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0BC" w:rsidRDefault="00D560BC">
      <w:r>
        <w:separator/>
      </w:r>
    </w:p>
  </w:endnote>
  <w:endnote w:type="continuationSeparator" w:id="0">
    <w:p w:rsidR="00D560BC" w:rsidRDefault="00D56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0BC" w:rsidRDefault="00D560BC">
      <w:r>
        <w:separator/>
      </w:r>
    </w:p>
  </w:footnote>
  <w:footnote w:type="continuationSeparator" w:id="0">
    <w:p w:rsidR="00D560BC" w:rsidRDefault="00D560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07DC5"/>
    <w:rsid w:val="00010BA0"/>
    <w:rsid w:val="00024CA0"/>
    <w:rsid w:val="00043165"/>
    <w:rsid w:val="000901B0"/>
    <w:rsid w:val="0009265D"/>
    <w:rsid w:val="00092833"/>
    <w:rsid w:val="000A66A6"/>
    <w:rsid w:val="000B4D9F"/>
    <w:rsid w:val="000B7620"/>
    <w:rsid w:val="000C2669"/>
    <w:rsid w:val="000F4E34"/>
    <w:rsid w:val="001162D4"/>
    <w:rsid w:val="00125027"/>
    <w:rsid w:val="00143A16"/>
    <w:rsid w:val="00157FFE"/>
    <w:rsid w:val="001670E9"/>
    <w:rsid w:val="0018139F"/>
    <w:rsid w:val="001A6B6A"/>
    <w:rsid w:val="001A7454"/>
    <w:rsid w:val="001B1BB7"/>
    <w:rsid w:val="001E2E99"/>
    <w:rsid w:val="001E6AE2"/>
    <w:rsid w:val="001F552E"/>
    <w:rsid w:val="00230681"/>
    <w:rsid w:val="00244A9A"/>
    <w:rsid w:val="002734EB"/>
    <w:rsid w:val="002755C2"/>
    <w:rsid w:val="00280013"/>
    <w:rsid w:val="00286F28"/>
    <w:rsid w:val="002A6906"/>
    <w:rsid w:val="002B003D"/>
    <w:rsid w:val="002F4451"/>
    <w:rsid w:val="00300456"/>
    <w:rsid w:val="00306B3C"/>
    <w:rsid w:val="00327592"/>
    <w:rsid w:val="00344C0B"/>
    <w:rsid w:val="00347D5F"/>
    <w:rsid w:val="00356674"/>
    <w:rsid w:val="00365EFD"/>
    <w:rsid w:val="00375206"/>
    <w:rsid w:val="00391199"/>
    <w:rsid w:val="00393F14"/>
    <w:rsid w:val="003D671A"/>
    <w:rsid w:val="003E0638"/>
    <w:rsid w:val="00400125"/>
    <w:rsid w:val="00401461"/>
    <w:rsid w:val="00413C6E"/>
    <w:rsid w:val="00423BE4"/>
    <w:rsid w:val="0042767A"/>
    <w:rsid w:val="00430D96"/>
    <w:rsid w:val="00445BF4"/>
    <w:rsid w:val="00457E63"/>
    <w:rsid w:val="00487A70"/>
    <w:rsid w:val="004928FF"/>
    <w:rsid w:val="004A7A20"/>
    <w:rsid w:val="004B11F2"/>
    <w:rsid w:val="004B33B5"/>
    <w:rsid w:val="004D47EF"/>
    <w:rsid w:val="004E0C62"/>
    <w:rsid w:val="004E5553"/>
    <w:rsid w:val="004F206F"/>
    <w:rsid w:val="004F6B92"/>
    <w:rsid w:val="00522AF2"/>
    <w:rsid w:val="00524A44"/>
    <w:rsid w:val="0053089E"/>
    <w:rsid w:val="005601AE"/>
    <w:rsid w:val="00565430"/>
    <w:rsid w:val="00576985"/>
    <w:rsid w:val="0059545A"/>
    <w:rsid w:val="005E38E7"/>
    <w:rsid w:val="005F0022"/>
    <w:rsid w:val="006357B6"/>
    <w:rsid w:val="00664926"/>
    <w:rsid w:val="00667F53"/>
    <w:rsid w:val="00672FF1"/>
    <w:rsid w:val="006918EE"/>
    <w:rsid w:val="0069690C"/>
    <w:rsid w:val="006A637E"/>
    <w:rsid w:val="006C29E8"/>
    <w:rsid w:val="006E6D6E"/>
    <w:rsid w:val="006E7B9D"/>
    <w:rsid w:val="007116FB"/>
    <w:rsid w:val="00711C4E"/>
    <w:rsid w:val="007141E4"/>
    <w:rsid w:val="00715F96"/>
    <w:rsid w:val="00716870"/>
    <w:rsid w:val="00717C3E"/>
    <w:rsid w:val="00725595"/>
    <w:rsid w:val="00735DDD"/>
    <w:rsid w:val="00753060"/>
    <w:rsid w:val="00762CFE"/>
    <w:rsid w:val="00781F1F"/>
    <w:rsid w:val="00795795"/>
    <w:rsid w:val="00797B03"/>
    <w:rsid w:val="007A16EC"/>
    <w:rsid w:val="007A5439"/>
    <w:rsid w:val="007D540B"/>
    <w:rsid w:val="007D5E82"/>
    <w:rsid w:val="007E0C72"/>
    <w:rsid w:val="007F7EC5"/>
    <w:rsid w:val="00815012"/>
    <w:rsid w:val="00846C62"/>
    <w:rsid w:val="00851980"/>
    <w:rsid w:val="008706BC"/>
    <w:rsid w:val="008727DC"/>
    <w:rsid w:val="008A1286"/>
    <w:rsid w:val="008A34D9"/>
    <w:rsid w:val="008B51CB"/>
    <w:rsid w:val="008C39F5"/>
    <w:rsid w:val="008E604A"/>
    <w:rsid w:val="008E72AD"/>
    <w:rsid w:val="0090254F"/>
    <w:rsid w:val="00971032"/>
    <w:rsid w:val="009902EA"/>
    <w:rsid w:val="00995D4D"/>
    <w:rsid w:val="009B012C"/>
    <w:rsid w:val="009B35A0"/>
    <w:rsid w:val="009C29E4"/>
    <w:rsid w:val="009D442B"/>
    <w:rsid w:val="009F303A"/>
    <w:rsid w:val="00A67263"/>
    <w:rsid w:val="00AA6963"/>
    <w:rsid w:val="00AB2D01"/>
    <w:rsid w:val="00AC2FF7"/>
    <w:rsid w:val="00B03C81"/>
    <w:rsid w:val="00B16C85"/>
    <w:rsid w:val="00B17B99"/>
    <w:rsid w:val="00B3271F"/>
    <w:rsid w:val="00B611A0"/>
    <w:rsid w:val="00B835F8"/>
    <w:rsid w:val="00B84DA6"/>
    <w:rsid w:val="00B92BBC"/>
    <w:rsid w:val="00BA1B2E"/>
    <w:rsid w:val="00BA2717"/>
    <w:rsid w:val="00BB12DA"/>
    <w:rsid w:val="00BE7508"/>
    <w:rsid w:val="00C069CB"/>
    <w:rsid w:val="00C11E71"/>
    <w:rsid w:val="00C32CBD"/>
    <w:rsid w:val="00C32EC5"/>
    <w:rsid w:val="00C57291"/>
    <w:rsid w:val="00C66753"/>
    <w:rsid w:val="00C9223A"/>
    <w:rsid w:val="00C961F1"/>
    <w:rsid w:val="00CC333D"/>
    <w:rsid w:val="00CC37A0"/>
    <w:rsid w:val="00CD2CA7"/>
    <w:rsid w:val="00CD42FD"/>
    <w:rsid w:val="00CD73B8"/>
    <w:rsid w:val="00CE3405"/>
    <w:rsid w:val="00D05C2F"/>
    <w:rsid w:val="00D35F18"/>
    <w:rsid w:val="00D514EC"/>
    <w:rsid w:val="00D560BC"/>
    <w:rsid w:val="00D61BA5"/>
    <w:rsid w:val="00D70CBD"/>
    <w:rsid w:val="00D764E6"/>
    <w:rsid w:val="00D93BEB"/>
    <w:rsid w:val="00DA1587"/>
    <w:rsid w:val="00DE41E4"/>
    <w:rsid w:val="00DE5633"/>
    <w:rsid w:val="00DF53B8"/>
    <w:rsid w:val="00E175E3"/>
    <w:rsid w:val="00E45AA3"/>
    <w:rsid w:val="00E47C15"/>
    <w:rsid w:val="00E5725B"/>
    <w:rsid w:val="00E664D3"/>
    <w:rsid w:val="00E701DB"/>
    <w:rsid w:val="00E703E1"/>
    <w:rsid w:val="00E70E6F"/>
    <w:rsid w:val="00E9028E"/>
    <w:rsid w:val="00EC0162"/>
    <w:rsid w:val="00EC3D46"/>
    <w:rsid w:val="00EF006E"/>
    <w:rsid w:val="00F55C35"/>
    <w:rsid w:val="00F55DFC"/>
    <w:rsid w:val="00F8575D"/>
    <w:rsid w:val="00FA3221"/>
    <w:rsid w:val="00FB0183"/>
    <w:rsid w:val="00FD1F21"/>
    <w:rsid w:val="00FD7DEE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4</Pages>
  <Words>824</Words>
  <Characters>6252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7062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2023-08-21T04:34:00Z</cp:lastPrinted>
  <dcterms:created xsi:type="dcterms:W3CDTF">2023-08-23T07:09:00Z</dcterms:created>
  <dcterms:modified xsi:type="dcterms:W3CDTF">2023-08-23T07:09:00Z</dcterms:modified>
</cp:coreProperties>
</file>